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88F8E" w14:textId="77777777" w:rsidR="00F02CB8" w:rsidRPr="00DC5D65" w:rsidRDefault="00DC5D65" w:rsidP="00DC5D65">
      <w:pPr>
        <w:jc w:val="center"/>
        <w:rPr>
          <w:rFonts w:ascii="Comic Sans MS" w:hAnsi="Comic Sans MS"/>
          <w:b/>
          <w:sz w:val="28"/>
          <w:szCs w:val="28"/>
        </w:rPr>
      </w:pPr>
      <w:r w:rsidRPr="00DC5D65">
        <w:rPr>
          <w:rFonts w:ascii="Comic Sans MS" w:hAnsi="Comic Sans MS"/>
          <w:b/>
          <w:sz w:val="28"/>
          <w:szCs w:val="28"/>
        </w:rPr>
        <w:t>Stations Stations</w:t>
      </w:r>
    </w:p>
    <w:p w14:paraId="73E88F8F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 you travel through the sample stations, complete the notes below.</w:t>
      </w:r>
    </w:p>
    <w:p w14:paraId="73E88F90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</w:p>
    <w:p w14:paraId="73E88F91" w14:textId="77777777" w:rsidR="00DC5D65" w:rsidRPr="00DC5D65" w:rsidRDefault="009F4076" w:rsidP="00DC5D65">
      <w:pPr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Review Station</w:t>
      </w:r>
    </w:p>
    <w:p w14:paraId="73E88F92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E88FD9" wp14:editId="73E88FDA">
                <wp:simplePos x="0" y="0"/>
                <wp:positionH relativeFrom="column">
                  <wp:posOffset>-119380</wp:posOffset>
                </wp:positionH>
                <wp:positionV relativeFrom="paragraph">
                  <wp:posOffset>172720</wp:posOffset>
                </wp:positionV>
                <wp:extent cx="498475" cy="795020"/>
                <wp:effectExtent l="19050" t="19050" r="34925" b="62230"/>
                <wp:wrapNone/>
                <wp:docPr id="1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498475" cy="795020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ECD15" id="Litebulb" o:spid="_x0000_s1026" style="position:absolute;margin-left:-9.4pt;margin-top:13.6pt;width:39.25pt;height:6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249238,0;498475,286428;0,286428;249238,795020" o:connectangles="0,0,0,0" textboxrect="3556,2188,18277,9282"/>
                <o:lock v:ext="edit" verticies="t"/>
              </v:shape>
            </w:pict>
          </mc:Fallback>
        </mc:AlternateContent>
      </w:r>
    </w:p>
    <w:p w14:paraId="73E88F93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One idea that it gave me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94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95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96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</w:p>
    <w:p w14:paraId="73E88F97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88FDB" wp14:editId="73E88FDC">
                <wp:simplePos x="0" y="0"/>
                <wp:positionH relativeFrom="column">
                  <wp:posOffset>-296883</wp:posOffset>
                </wp:positionH>
                <wp:positionV relativeFrom="paragraph">
                  <wp:posOffset>168630</wp:posOffset>
                </wp:positionV>
                <wp:extent cx="676605" cy="950026"/>
                <wp:effectExtent l="0" t="0" r="9525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605" cy="950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88FF1" w14:textId="77777777" w:rsidR="00DC5D65" w:rsidRPr="00DC5D65" w:rsidRDefault="00DC5D65">
                            <w:pPr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</w:pPr>
                            <w:r w:rsidRPr="00DC5D65"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E88F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4pt;margin-top:13.3pt;width:53.3pt;height:74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" fillcolor="white [3201]" stroked="f" strokeweight=".5pt">
                <v:textbox>
                  <w:txbxContent>
                    <w:p w14:paraId="73E88FF1" w14:textId="77777777" w:rsidR="00DC5D65" w:rsidRPr="00DC5D65" w:rsidRDefault="00DC5D65">
                      <w:pPr>
                        <w:rPr>
                          <w:rFonts w:ascii="Snap ITC" w:hAnsi="Snap ITC"/>
                          <w:sz w:val="110"/>
                          <w:szCs w:val="110"/>
                        </w:rPr>
                      </w:pPr>
                      <w:r w:rsidRPr="00DC5D65">
                        <w:rPr>
                          <w:rFonts w:ascii="Snap ITC" w:hAnsi="Snap ITC"/>
                          <w:sz w:val="110"/>
                          <w:szCs w:val="11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ab/>
      </w:r>
    </w:p>
    <w:p w14:paraId="73E88F98" w14:textId="77777777" w:rsidR="00DC5D65" w:rsidRDefault="00DC5D65" w:rsidP="00DC5D65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One thing I would need to change to suit my classroom/students or one thing</w:t>
      </w:r>
    </w:p>
    <w:p w14:paraId="73E88F99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I have a question on is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9A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9B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9C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</w:p>
    <w:p w14:paraId="73E88F9D" w14:textId="77777777" w:rsidR="00DC5D65" w:rsidRPr="002219CF" w:rsidRDefault="001A3654" w:rsidP="00DC5D6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House and Home</w:t>
      </w:r>
      <w:r w:rsidR="002219CF">
        <w:rPr>
          <w:rFonts w:ascii="Comic Sans MS" w:hAnsi="Comic Sans MS"/>
          <w:b/>
          <w:sz w:val="24"/>
          <w:szCs w:val="24"/>
        </w:rPr>
        <w:t xml:space="preserve">  (Stations with manipulatives)</w:t>
      </w:r>
    </w:p>
    <w:p w14:paraId="73E88F9E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E88FDD" wp14:editId="73E88FDE">
                <wp:simplePos x="0" y="0"/>
                <wp:positionH relativeFrom="column">
                  <wp:posOffset>-119380</wp:posOffset>
                </wp:positionH>
                <wp:positionV relativeFrom="paragraph">
                  <wp:posOffset>172720</wp:posOffset>
                </wp:positionV>
                <wp:extent cx="498475" cy="795020"/>
                <wp:effectExtent l="19050" t="19050" r="34925" b="62230"/>
                <wp:wrapNone/>
                <wp:docPr id="3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498475" cy="795020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E43D4" id="Litebulb" o:spid="_x0000_s1026" style="position:absolute;margin-left:-9.4pt;margin-top:13.6pt;width:39.25pt;height:6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249238,0;498475,286428;0,286428;249238,795020" o:connectangles="0,0,0,0" textboxrect="3556,2188,18277,9282"/>
                <o:lock v:ext="edit" verticies="t"/>
              </v:shape>
            </w:pict>
          </mc:Fallback>
        </mc:AlternateContent>
      </w:r>
    </w:p>
    <w:p w14:paraId="73E88F9F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One idea that it gave me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0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1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2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</w:p>
    <w:p w14:paraId="73E88FA3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E88FDF" wp14:editId="73E88FE0">
                <wp:simplePos x="0" y="0"/>
                <wp:positionH relativeFrom="column">
                  <wp:posOffset>-296883</wp:posOffset>
                </wp:positionH>
                <wp:positionV relativeFrom="paragraph">
                  <wp:posOffset>168630</wp:posOffset>
                </wp:positionV>
                <wp:extent cx="676605" cy="950026"/>
                <wp:effectExtent l="0" t="0" r="9525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605" cy="950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88FF2" w14:textId="77777777" w:rsidR="00DC5D65" w:rsidRPr="00DC5D65" w:rsidRDefault="00DC5D65" w:rsidP="00DC5D65">
                            <w:pPr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</w:pPr>
                            <w:r w:rsidRPr="00DC5D65"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E88FDF" id="Text Box 4" o:spid="_x0000_s1027" type="#_x0000_t202" style="position:absolute;margin-left:-23.4pt;margin-top:13.3pt;width:53.3pt;height:74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" fillcolor="white [3201]" stroked="f" strokeweight=".5pt">
                <v:textbox>
                  <w:txbxContent>
                    <w:p w14:paraId="73E88FF2" w14:textId="77777777" w:rsidR="00DC5D65" w:rsidRPr="00DC5D65" w:rsidRDefault="00DC5D65" w:rsidP="00DC5D65">
                      <w:pPr>
                        <w:rPr>
                          <w:rFonts w:ascii="Snap ITC" w:hAnsi="Snap ITC"/>
                          <w:sz w:val="110"/>
                          <w:szCs w:val="110"/>
                        </w:rPr>
                      </w:pPr>
                      <w:r w:rsidRPr="00DC5D65">
                        <w:rPr>
                          <w:rFonts w:ascii="Snap ITC" w:hAnsi="Snap ITC"/>
                          <w:sz w:val="110"/>
                          <w:szCs w:val="11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ab/>
      </w:r>
    </w:p>
    <w:p w14:paraId="73E88FA4" w14:textId="77777777" w:rsidR="00DC5D65" w:rsidRDefault="00DC5D65" w:rsidP="00DC5D65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One thing I would need to change to suit my classroom/students or one thing</w:t>
      </w:r>
    </w:p>
    <w:p w14:paraId="73E88FA5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I have a question on is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6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7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8" w14:textId="77777777" w:rsidR="002219CF" w:rsidRDefault="002219CF" w:rsidP="00DC5D65">
      <w:pPr>
        <w:rPr>
          <w:rFonts w:ascii="Comic Sans MS" w:hAnsi="Comic Sans MS"/>
          <w:sz w:val="24"/>
          <w:szCs w:val="24"/>
          <w:u w:val="single"/>
        </w:rPr>
      </w:pPr>
    </w:p>
    <w:p w14:paraId="73E88FA9" w14:textId="29F5B85F" w:rsidR="002219CF" w:rsidRPr="002219CF" w:rsidRDefault="00F85573" w:rsidP="002219CF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t>Food Stations</w:t>
      </w:r>
      <w:r w:rsidR="002219CF">
        <w:rPr>
          <w:rFonts w:ascii="Comic Sans MS" w:hAnsi="Comic Sans MS"/>
          <w:b/>
          <w:sz w:val="24"/>
          <w:szCs w:val="24"/>
        </w:rPr>
        <w:t xml:space="preserve">  (</w:t>
      </w:r>
      <w:r>
        <w:rPr>
          <w:rFonts w:ascii="Comic Sans MS" w:hAnsi="Comic Sans MS"/>
          <w:b/>
          <w:sz w:val="24"/>
          <w:szCs w:val="24"/>
        </w:rPr>
        <w:t>Stations with different colored folders</w:t>
      </w:r>
      <w:r w:rsidR="002219CF">
        <w:rPr>
          <w:rFonts w:ascii="Comic Sans MS" w:hAnsi="Comic Sans MS"/>
          <w:b/>
          <w:sz w:val="24"/>
          <w:szCs w:val="24"/>
        </w:rPr>
        <w:t>)</w:t>
      </w:r>
    </w:p>
    <w:p w14:paraId="73E88FAA" w14:textId="77777777" w:rsidR="002219CF" w:rsidRDefault="002219CF" w:rsidP="002219C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E88FE1" wp14:editId="73E88FE2">
                <wp:simplePos x="0" y="0"/>
                <wp:positionH relativeFrom="column">
                  <wp:posOffset>-119380</wp:posOffset>
                </wp:positionH>
                <wp:positionV relativeFrom="paragraph">
                  <wp:posOffset>172720</wp:posOffset>
                </wp:positionV>
                <wp:extent cx="498475" cy="795020"/>
                <wp:effectExtent l="19050" t="19050" r="34925" b="62230"/>
                <wp:wrapNone/>
                <wp:docPr id="14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498475" cy="795020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891DF" id="Litebulb" o:spid="_x0000_s1026" style="position:absolute;margin-left:-9.4pt;margin-top:13.6pt;width:39.25pt;height:6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249238,0;498475,286428;0,286428;249238,795020" o:connectangles="0,0,0,0" textboxrect="3556,2188,18277,9282"/>
                <o:lock v:ext="edit" verticies="t"/>
              </v:shape>
            </w:pict>
          </mc:Fallback>
        </mc:AlternateContent>
      </w:r>
    </w:p>
    <w:p w14:paraId="73E88FAB" w14:textId="77777777" w:rsidR="002219CF" w:rsidRDefault="002219CF" w:rsidP="002219C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One idea that it gave me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C" w14:textId="77777777" w:rsidR="002219CF" w:rsidRDefault="002219CF" w:rsidP="002219CF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D" w14:textId="77777777" w:rsidR="002219CF" w:rsidRDefault="002219CF" w:rsidP="002219C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AE" w14:textId="77777777" w:rsidR="002219CF" w:rsidRDefault="002219CF" w:rsidP="002219CF">
      <w:pPr>
        <w:rPr>
          <w:rFonts w:ascii="Comic Sans MS" w:hAnsi="Comic Sans MS"/>
          <w:sz w:val="24"/>
          <w:szCs w:val="24"/>
        </w:rPr>
      </w:pPr>
    </w:p>
    <w:p w14:paraId="73E88FAF" w14:textId="77777777" w:rsidR="002219CF" w:rsidRDefault="002219CF" w:rsidP="002219C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E88FE3" wp14:editId="73E88FE4">
                <wp:simplePos x="0" y="0"/>
                <wp:positionH relativeFrom="column">
                  <wp:posOffset>-296883</wp:posOffset>
                </wp:positionH>
                <wp:positionV relativeFrom="paragraph">
                  <wp:posOffset>168630</wp:posOffset>
                </wp:positionV>
                <wp:extent cx="676605" cy="950026"/>
                <wp:effectExtent l="0" t="0" r="9525" b="254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605" cy="950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88FF3" w14:textId="77777777" w:rsidR="002219CF" w:rsidRPr="00DC5D65" w:rsidRDefault="002219CF" w:rsidP="002219CF">
                            <w:pPr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</w:pPr>
                            <w:r w:rsidRPr="00DC5D65"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E88FE3" id="Text Box 15" o:spid="_x0000_s1028" type="#_x0000_t202" style="position:absolute;margin-left:-23.4pt;margin-top:13.3pt;width:53.3pt;height:74.8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" fillcolor="white [3201]" stroked="f" strokeweight=".5pt">
                <v:textbox>
                  <w:txbxContent>
                    <w:p w14:paraId="73E88FF3" w14:textId="77777777" w:rsidR="002219CF" w:rsidRPr="00DC5D65" w:rsidRDefault="002219CF" w:rsidP="002219CF">
                      <w:pPr>
                        <w:rPr>
                          <w:rFonts w:ascii="Snap ITC" w:hAnsi="Snap ITC"/>
                          <w:sz w:val="110"/>
                          <w:szCs w:val="110"/>
                        </w:rPr>
                      </w:pPr>
                      <w:r w:rsidRPr="00DC5D65">
                        <w:rPr>
                          <w:rFonts w:ascii="Snap ITC" w:hAnsi="Snap ITC"/>
                          <w:sz w:val="110"/>
                          <w:szCs w:val="11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ab/>
      </w:r>
    </w:p>
    <w:p w14:paraId="73E88FB0" w14:textId="77777777" w:rsidR="002219CF" w:rsidRDefault="002219CF" w:rsidP="002219CF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One thing I would need to change to suit my classroom/students or one thing</w:t>
      </w:r>
    </w:p>
    <w:p w14:paraId="73E88FB1" w14:textId="77777777" w:rsidR="002219CF" w:rsidRDefault="002219CF" w:rsidP="002219C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I have a question on is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B2" w14:textId="77777777" w:rsidR="002219CF" w:rsidRDefault="002219CF" w:rsidP="002219C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B3" w14:textId="77777777" w:rsidR="002219CF" w:rsidRDefault="002219CF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B4" w14:textId="77777777" w:rsidR="00DC5D65" w:rsidRPr="002219CF" w:rsidRDefault="001A3654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lastRenderedPageBreak/>
        <w:t>Personal ID</w:t>
      </w:r>
    </w:p>
    <w:p w14:paraId="73E88FB5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E88FE5" wp14:editId="73E88FE6">
                <wp:simplePos x="0" y="0"/>
                <wp:positionH relativeFrom="column">
                  <wp:posOffset>-119380</wp:posOffset>
                </wp:positionH>
                <wp:positionV relativeFrom="paragraph">
                  <wp:posOffset>172720</wp:posOffset>
                </wp:positionV>
                <wp:extent cx="498475" cy="795020"/>
                <wp:effectExtent l="19050" t="19050" r="34925" b="62230"/>
                <wp:wrapNone/>
                <wp:docPr id="5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498475" cy="795020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96771" id="Litebulb" o:spid="_x0000_s1026" style="position:absolute;margin-left:-9.4pt;margin-top:13.6pt;width:39.25pt;height:6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249238,0;498475,286428;0,286428;249238,795020" o:connectangles="0,0,0,0" textboxrect="3556,2188,18277,9282"/>
                <o:lock v:ext="edit" verticies="t"/>
              </v:shape>
            </w:pict>
          </mc:Fallback>
        </mc:AlternateContent>
      </w:r>
    </w:p>
    <w:p w14:paraId="73E88FB6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One idea that it gave me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B7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B8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B9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</w:p>
    <w:p w14:paraId="73E88FBA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E88FE7" wp14:editId="73E88FE8">
                <wp:simplePos x="0" y="0"/>
                <wp:positionH relativeFrom="column">
                  <wp:posOffset>-296883</wp:posOffset>
                </wp:positionH>
                <wp:positionV relativeFrom="paragraph">
                  <wp:posOffset>168630</wp:posOffset>
                </wp:positionV>
                <wp:extent cx="676605" cy="950026"/>
                <wp:effectExtent l="0" t="0" r="9525" b="25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605" cy="950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88FF4" w14:textId="77777777" w:rsidR="00DC5D65" w:rsidRPr="00DC5D65" w:rsidRDefault="00DC5D65" w:rsidP="00DC5D65">
                            <w:pPr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</w:pPr>
                            <w:r w:rsidRPr="00DC5D65"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E88FE7" id="Text Box 6" o:spid="_x0000_s1029" type="#_x0000_t202" style="position:absolute;margin-left:-23.4pt;margin-top:13.3pt;width:53.3pt;height:74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" fillcolor="white [3201]" stroked="f" strokeweight=".5pt">
                <v:textbox>
                  <w:txbxContent>
                    <w:p w14:paraId="73E88FF4" w14:textId="77777777" w:rsidR="00DC5D65" w:rsidRPr="00DC5D65" w:rsidRDefault="00DC5D65" w:rsidP="00DC5D65">
                      <w:pPr>
                        <w:rPr>
                          <w:rFonts w:ascii="Snap ITC" w:hAnsi="Snap ITC"/>
                          <w:sz w:val="110"/>
                          <w:szCs w:val="110"/>
                        </w:rPr>
                      </w:pPr>
                      <w:r w:rsidRPr="00DC5D65">
                        <w:rPr>
                          <w:rFonts w:ascii="Snap ITC" w:hAnsi="Snap ITC"/>
                          <w:sz w:val="110"/>
                          <w:szCs w:val="11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ab/>
      </w:r>
    </w:p>
    <w:p w14:paraId="73E88FBB" w14:textId="77777777" w:rsidR="00DC5D65" w:rsidRDefault="00DC5D65" w:rsidP="00DC5D65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One thing I would need to change to suit my classroom/students or one thing</w:t>
      </w:r>
    </w:p>
    <w:p w14:paraId="73E88FBC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I have a question on is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BD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BE" w14:textId="77777777" w:rsidR="00DC5D65" w:rsidRP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52AEDC84" w14:textId="77777777" w:rsidR="00F85573" w:rsidRDefault="00F85573" w:rsidP="00DC5D65">
      <w:pPr>
        <w:rPr>
          <w:rFonts w:ascii="Comic Sans MS" w:hAnsi="Comic Sans MS"/>
          <w:b/>
          <w:sz w:val="24"/>
          <w:szCs w:val="24"/>
          <w:u w:val="single"/>
        </w:rPr>
      </w:pPr>
    </w:p>
    <w:p w14:paraId="73E88FBF" w14:textId="77777777" w:rsidR="00DC5D65" w:rsidRPr="00DC5D65" w:rsidRDefault="001A3654" w:rsidP="00DC5D65">
      <w:pPr>
        <w:rPr>
          <w:rFonts w:ascii="Comic Sans MS" w:hAnsi="Comic Sans MS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Comic Sans MS" w:hAnsi="Comic Sans MS"/>
          <w:b/>
          <w:sz w:val="24"/>
          <w:szCs w:val="24"/>
          <w:u w:val="single"/>
        </w:rPr>
        <w:t xml:space="preserve">Leisure </w:t>
      </w:r>
      <w:r w:rsidR="0092437C">
        <w:rPr>
          <w:rFonts w:ascii="Comic Sans MS" w:hAnsi="Comic Sans MS"/>
          <w:b/>
          <w:sz w:val="24"/>
          <w:szCs w:val="24"/>
          <w:u w:val="single"/>
        </w:rPr>
        <w:t>Vocab</w:t>
      </w:r>
    </w:p>
    <w:p w14:paraId="73E88FC0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E88FE9" wp14:editId="73E88FEA">
                <wp:simplePos x="0" y="0"/>
                <wp:positionH relativeFrom="column">
                  <wp:posOffset>-119380</wp:posOffset>
                </wp:positionH>
                <wp:positionV relativeFrom="paragraph">
                  <wp:posOffset>172720</wp:posOffset>
                </wp:positionV>
                <wp:extent cx="498475" cy="795020"/>
                <wp:effectExtent l="19050" t="19050" r="34925" b="62230"/>
                <wp:wrapNone/>
                <wp:docPr id="7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498475" cy="795020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04B2A" id="Litebulb" o:spid="_x0000_s1026" style="position:absolute;margin-left:-9.4pt;margin-top:13.6pt;width:39.25pt;height:62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249238,0;498475,286428;0,286428;249238,795020" o:connectangles="0,0,0,0" textboxrect="3556,2188,18277,9282"/>
                <o:lock v:ext="edit" verticies="t"/>
              </v:shape>
            </w:pict>
          </mc:Fallback>
        </mc:AlternateContent>
      </w:r>
    </w:p>
    <w:p w14:paraId="73E88FC1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One idea that it gave me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C2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C3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C4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</w:p>
    <w:p w14:paraId="73E88FC5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E88FEB" wp14:editId="73E88FEC">
                <wp:simplePos x="0" y="0"/>
                <wp:positionH relativeFrom="column">
                  <wp:posOffset>-296883</wp:posOffset>
                </wp:positionH>
                <wp:positionV relativeFrom="paragraph">
                  <wp:posOffset>168630</wp:posOffset>
                </wp:positionV>
                <wp:extent cx="676605" cy="950026"/>
                <wp:effectExtent l="0" t="0" r="9525" b="25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605" cy="950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88FF5" w14:textId="77777777" w:rsidR="00DC5D65" w:rsidRPr="00DC5D65" w:rsidRDefault="00DC5D65" w:rsidP="00DC5D65">
                            <w:pPr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</w:pPr>
                            <w:r w:rsidRPr="00DC5D65"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E88FEB" id="Text Box 8" o:spid="_x0000_s1030" type="#_x0000_t202" style="position:absolute;margin-left:-23.4pt;margin-top:13.3pt;width:53.3pt;height:74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" fillcolor="white [3201]" stroked="f" strokeweight=".5pt">
                <v:textbox>
                  <w:txbxContent>
                    <w:p w14:paraId="73E88FF5" w14:textId="77777777" w:rsidR="00DC5D65" w:rsidRPr="00DC5D65" w:rsidRDefault="00DC5D65" w:rsidP="00DC5D65">
                      <w:pPr>
                        <w:rPr>
                          <w:rFonts w:ascii="Snap ITC" w:hAnsi="Snap ITC"/>
                          <w:sz w:val="110"/>
                          <w:szCs w:val="110"/>
                        </w:rPr>
                      </w:pPr>
                      <w:r w:rsidRPr="00DC5D65">
                        <w:rPr>
                          <w:rFonts w:ascii="Snap ITC" w:hAnsi="Snap ITC"/>
                          <w:sz w:val="110"/>
                          <w:szCs w:val="11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ab/>
      </w:r>
    </w:p>
    <w:p w14:paraId="73E88FC6" w14:textId="77777777" w:rsidR="00DC5D65" w:rsidRDefault="00DC5D65" w:rsidP="00DC5D65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One thing I would need to change to suit my classroom/students or one thing</w:t>
      </w:r>
    </w:p>
    <w:p w14:paraId="73E88FC7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I have a question on is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C8" w14:textId="77777777" w:rsidR="00DC5D65" w:rsidRDefault="00DC5D65" w:rsidP="00DC5D6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C9" w14:textId="77777777" w:rsidR="00DC5D65" w:rsidRP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CA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</w:p>
    <w:p w14:paraId="73E88FCB" w14:textId="77777777" w:rsidR="0092437C" w:rsidRPr="00DC5D65" w:rsidRDefault="0092437C" w:rsidP="0092437C">
      <w:pPr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 xml:space="preserve">Questions &amp; Answers mini-stations </w:t>
      </w:r>
    </w:p>
    <w:p w14:paraId="73E88FCC" w14:textId="77777777" w:rsidR="0092437C" w:rsidRDefault="0092437C" w:rsidP="009243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E88FED" wp14:editId="73E88FEE">
                <wp:simplePos x="0" y="0"/>
                <wp:positionH relativeFrom="column">
                  <wp:posOffset>-119380</wp:posOffset>
                </wp:positionH>
                <wp:positionV relativeFrom="paragraph">
                  <wp:posOffset>172720</wp:posOffset>
                </wp:positionV>
                <wp:extent cx="498475" cy="795020"/>
                <wp:effectExtent l="19050" t="19050" r="34925" b="62230"/>
                <wp:wrapNone/>
                <wp:docPr id="11" name="Litebu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498475" cy="795020"/>
                        </a:xfrm>
                        <a:custGeom>
                          <a:avLst/>
                          <a:gdLst>
                            <a:gd name="T0" fmla="*/ 10800 w 21600"/>
                            <a:gd name="T1" fmla="*/ 0 h 21600"/>
                            <a:gd name="T2" fmla="*/ 21600 w 21600"/>
                            <a:gd name="T3" fmla="*/ 7782 h 21600"/>
                            <a:gd name="T4" fmla="*/ 0 w 21600"/>
                            <a:gd name="T5" fmla="*/ 7782 h 21600"/>
                            <a:gd name="T6" fmla="*/ 10800 w 21600"/>
                            <a:gd name="T7" fmla="*/ 21600 h 21600"/>
                            <a:gd name="T8" fmla="*/ 3556 w 21600"/>
                            <a:gd name="T9" fmla="*/ 2188 h 21600"/>
                            <a:gd name="T10" fmla="*/ 18277 w 21600"/>
                            <a:gd name="T11" fmla="*/ 9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0825" y="21723"/>
                              </a:moveTo>
                              <a:lnTo>
                                <a:pt x="11215" y="21723"/>
                              </a:lnTo>
                              <a:lnTo>
                                <a:pt x="11552" y="21688"/>
                              </a:lnTo>
                              <a:lnTo>
                                <a:pt x="11916" y="21617"/>
                              </a:lnTo>
                              <a:lnTo>
                                <a:pt x="12253" y="21547"/>
                              </a:lnTo>
                              <a:lnTo>
                                <a:pt x="12617" y="21441"/>
                              </a:lnTo>
                              <a:lnTo>
                                <a:pt x="12902" y="21317"/>
                              </a:lnTo>
                              <a:lnTo>
                                <a:pt x="13162" y="21176"/>
                              </a:lnTo>
                              <a:lnTo>
                                <a:pt x="13396" y="21000"/>
                              </a:lnTo>
                              <a:lnTo>
                                <a:pt x="13655" y="20841"/>
                              </a:lnTo>
                              <a:lnTo>
                                <a:pt x="13863" y="20629"/>
                              </a:lnTo>
                              <a:lnTo>
                                <a:pt x="14045" y="20435"/>
                              </a:lnTo>
                              <a:lnTo>
                                <a:pt x="14200" y="20223"/>
                              </a:lnTo>
                              <a:lnTo>
                                <a:pt x="14356" y="19994"/>
                              </a:lnTo>
                              <a:lnTo>
                                <a:pt x="14460" y="19747"/>
                              </a:lnTo>
                              <a:lnTo>
                                <a:pt x="14512" y="19482"/>
                              </a:lnTo>
                              <a:lnTo>
                                <a:pt x="14512" y="19235"/>
                              </a:lnTo>
                              <a:lnTo>
                                <a:pt x="14512" y="19147"/>
                              </a:lnTo>
                              <a:lnTo>
                                <a:pt x="14512" y="18900"/>
                              </a:lnTo>
                              <a:lnTo>
                                <a:pt x="14512" y="18529"/>
                              </a:lnTo>
                              <a:lnTo>
                                <a:pt x="14512" y="18052"/>
                              </a:lnTo>
                              <a:lnTo>
                                <a:pt x="14512" y="17505"/>
                              </a:lnTo>
                              <a:lnTo>
                                <a:pt x="14512" y="16976"/>
                              </a:lnTo>
                              <a:lnTo>
                                <a:pt x="14512" y="16464"/>
                              </a:lnTo>
                              <a:lnTo>
                                <a:pt x="14512" y="15952"/>
                              </a:lnTo>
                              <a:lnTo>
                                <a:pt x="14512" y="15758"/>
                              </a:lnTo>
                              <a:lnTo>
                                <a:pt x="14616" y="15547"/>
                              </a:lnTo>
                              <a:lnTo>
                                <a:pt x="14694" y="15352"/>
                              </a:lnTo>
                              <a:lnTo>
                                <a:pt x="14798" y="15141"/>
                              </a:lnTo>
                              <a:lnTo>
                                <a:pt x="15161" y="14735"/>
                              </a:lnTo>
                              <a:lnTo>
                                <a:pt x="15602" y="14329"/>
                              </a:lnTo>
                              <a:lnTo>
                                <a:pt x="16745" y="13552"/>
                              </a:lnTo>
                              <a:lnTo>
                                <a:pt x="18043" y="12670"/>
                              </a:lnTo>
                              <a:lnTo>
                                <a:pt x="18744" y="12194"/>
                              </a:lnTo>
                              <a:lnTo>
                                <a:pt x="19341" y="11647"/>
                              </a:lnTo>
                              <a:lnTo>
                                <a:pt x="19938" y="11099"/>
                              </a:lnTo>
                              <a:lnTo>
                                <a:pt x="20483" y="10464"/>
                              </a:lnTo>
                              <a:lnTo>
                                <a:pt x="20743" y="10164"/>
                              </a:lnTo>
                              <a:lnTo>
                                <a:pt x="20950" y="9794"/>
                              </a:lnTo>
                              <a:lnTo>
                                <a:pt x="21132" y="9441"/>
                              </a:lnTo>
                              <a:lnTo>
                                <a:pt x="21288" y="9035"/>
                              </a:lnTo>
                              <a:lnTo>
                                <a:pt x="21444" y="8664"/>
                              </a:lnTo>
                              <a:lnTo>
                                <a:pt x="21548" y="8223"/>
                              </a:lnTo>
                              <a:lnTo>
                                <a:pt x="21600" y="7782"/>
                              </a:lnTo>
                              <a:lnTo>
                                <a:pt x="21600" y="7341"/>
                              </a:lnTo>
                              <a:lnTo>
                                <a:pt x="21600" y="6935"/>
                              </a:lnTo>
                              <a:lnTo>
                                <a:pt x="21548" y="6564"/>
                              </a:lnTo>
                              <a:lnTo>
                                <a:pt x="21496" y="6229"/>
                              </a:lnTo>
                              <a:lnTo>
                                <a:pt x="21392" y="5858"/>
                              </a:lnTo>
                              <a:lnTo>
                                <a:pt x="21288" y="5523"/>
                              </a:lnTo>
                              <a:lnTo>
                                <a:pt x="21132" y="5135"/>
                              </a:lnTo>
                              <a:lnTo>
                                <a:pt x="20950" y="4800"/>
                              </a:lnTo>
                              <a:lnTo>
                                <a:pt x="20743" y="4464"/>
                              </a:lnTo>
                              <a:lnTo>
                                <a:pt x="20535" y="4164"/>
                              </a:lnTo>
                              <a:lnTo>
                                <a:pt x="20301" y="3847"/>
                              </a:lnTo>
                              <a:lnTo>
                                <a:pt x="20042" y="3547"/>
                              </a:lnTo>
                              <a:lnTo>
                                <a:pt x="19782" y="3247"/>
                              </a:lnTo>
                              <a:lnTo>
                                <a:pt x="19133" y="2664"/>
                              </a:lnTo>
                              <a:lnTo>
                                <a:pt x="18458" y="2152"/>
                              </a:lnTo>
                              <a:lnTo>
                                <a:pt x="17705" y="1694"/>
                              </a:lnTo>
                              <a:lnTo>
                                <a:pt x="16849" y="1252"/>
                              </a:lnTo>
                              <a:lnTo>
                                <a:pt x="16407" y="1076"/>
                              </a:lnTo>
                              <a:lnTo>
                                <a:pt x="15940" y="900"/>
                              </a:lnTo>
                              <a:lnTo>
                                <a:pt x="15499" y="741"/>
                              </a:lnTo>
                              <a:lnTo>
                                <a:pt x="15057" y="600"/>
                              </a:lnTo>
                              <a:lnTo>
                                <a:pt x="14564" y="458"/>
                              </a:lnTo>
                              <a:lnTo>
                                <a:pt x="14045" y="335"/>
                              </a:lnTo>
                              <a:lnTo>
                                <a:pt x="13500" y="229"/>
                              </a:lnTo>
                              <a:lnTo>
                                <a:pt x="13006" y="158"/>
                              </a:lnTo>
                              <a:lnTo>
                                <a:pt x="12461" y="88"/>
                              </a:lnTo>
                              <a:lnTo>
                                <a:pt x="11968" y="52"/>
                              </a:lnTo>
                              <a:lnTo>
                                <a:pt x="11423" y="17"/>
                              </a:lnTo>
                              <a:lnTo>
                                <a:pt x="10825" y="17"/>
                              </a:lnTo>
                              <a:lnTo>
                                <a:pt x="10254" y="17"/>
                              </a:lnTo>
                              <a:lnTo>
                                <a:pt x="9709" y="52"/>
                              </a:lnTo>
                              <a:lnTo>
                                <a:pt x="9216" y="88"/>
                              </a:lnTo>
                              <a:lnTo>
                                <a:pt x="8671" y="158"/>
                              </a:lnTo>
                              <a:lnTo>
                                <a:pt x="8177" y="229"/>
                              </a:lnTo>
                              <a:lnTo>
                                <a:pt x="7632" y="335"/>
                              </a:lnTo>
                              <a:lnTo>
                                <a:pt x="7113" y="458"/>
                              </a:lnTo>
                              <a:lnTo>
                                <a:pt x="6620" y="600"/>
                              </a:lnTo>
                              <a:lnTo>
                                <a:pt x="6178" y="741"/>
                              </a:lnTo>
                              <a:lnTo>
                                <a:pt x="5737" y="900"/>
                              </a:lnTo>
                              <a:lnTo>
                                <a:pt x="5270" y="1076"/>
                              </a:lnTo>
                              <a:lnTo>
                                <a:pt x="4828" y="1252"/>
                              </a:lnTo>
                              <a:lnTo>
                                <a:pt x="3972" y="1694"/>
                              </a:lnTo>
                              <a:lnTo>
                                <a:pt x="3219" y="2152"/>
                              </a:lnTo>
                              <a:lnTo>
                                <a:pt x="2544" y="2664"/>
                              </a:lnTo>
                              <a:lnTo>
                                <a:pt x="1895" y="3247"/>
                              </a:lnTo>
                              <a:lnTo>
                                <a:pt x="1635" y="3547"/>
                              </a:lnTo>
                              <a:lnTo>
                                <a:pt x="1375" y="3847"/>
                              </a:lnTo>
                              <a:lnTo>
                                <a:pt x="1142" y="4164"/>
                              </a:lnTo>
                              <a:lnTo>
                                <a:pt x="934" y="4464"/>
                              </a:lnTo>
                              <a:lnTo>
                                <a:pt x="726" y="4800"/>
                              </a:lnTo>
                              <a:lnTo>
                                <a:pt x="545" y="5135"/>
                              </a:lnTo>
                              <a:lnTo>
                                <a:pt x="389" y="5523"/>
                              </a:lnTo>
                              <a:lnTo>
                                <a:pt x="285" y="5858"/>
                              </a:lnTo>
                              <a:lnTo>
                                <a:pt x="181" y="6229"/>
                              </a:lnTo>
                              <a:lnTo>
                                <a:pt x="129" y="6564"/>
                              </a:lnTo>
                              <a:lnTo>
                                <a:pt x="77" y="6935"/>
                              </a:lnTo>
                              <a:lnTo>
                                <a:pt x="77" y="7341"/>
                              </a:lnTo>
                              <a:lnTo>
                                <a:pt x="77" y="7782"/>
                              </a:lnTo>
                              <a:lnTo>
                                <a:pt x="129" y="8223"/>
                              </a:lnTo>
                              <a:lnTo>
                                <a:pt x="233" y="8664"/>
                              </a:lnTo>
                              <a:lnTo>
                                <a:pt x="389" y="9035"/>
                              </a:lnTo>
                              <a:lnTo>
                                <a:pt x="545" y="9441"/>
                              </a:lnTo>
                              <a:lnTo>
                                <a:pt x="726" y="9794"/>
                              </a:lnTo>
                              <a:lnTo>
                                <a:pt x="934" y="10164"/>
                              </a:lnTo>
                              <a:lnTo>
                                <a:pt x="1194" y="10464"/>
                              </a:lnTo>
                              <a:lnTo>
                                <a:pt x="1739" y="11099"/>
                              </a:lnTo>
                              <a:lnTo>
                                <a:pt x="2336" y="11647"/>
                              </a:lnTo>
                              <a:lnTo>
                                <a:pt x="2933" y="12194"/>
                              </a:lnTo>
                              <a:lnTo>
                                <a:pt x="3634" y="12670"/>
                              </a:lnTo>
                              <a:lnTo>
                                <a:pt x="4932" y="13552"/>
                              </a:lnTo>
                              <a:lnTo>
                                <a:pt x="6075" y="14329"/>
                              </a:lnTo>
                              <a:lnTo>
                                <a:pt x="6516" y="14735"/>
                              </a:lnTo>
                              <a:lnTo>
                                <a:pt x="6879" y="15141"/>
                              </a:lnTo>
                              <a:lnTo>
                                <a:pt x="6983" y="15352"/>
                              </a:lnTo>
                              <a:lnTo>
                                <a:pt x="7061" y="15547"/>
                              </a:lnTo>
                              <a:lnTo>
                                <a:pt x="7165" y="15758"/>
                              </a:lnTo>
                              <a:lnTo>
                                <a:pt x="7165" y="15952"/>
                              </a:lnTo>
                              <a:lnTo>
                                <a:pt x="7165" y="16464"/>
                              </a:lnTo>
                              <a:lnTo>
                                <a:pt x="7165" y="16976"/>
                              </a:lnTo>
                              <a:lnTo>
                                <a:pt x="7165" y="17505"/>
                              </a:lnTo>
                              <a:lnTo>
                                <a:pt x="7165" y="18052"/>
                              </a:lnTo>
                              <a:lnTo>
                                <a:pt x="7165" y="18529"/>
                              </a:lnTo>
                              <a:lnTo>
                                <a:pt x="7165" y="18900"/>
                              </a:lnTo>
                              <a:lnTo>
                                <a:pt x="7165" y="19147"/>
                              </a:lnTo>
                              <a:lnTo>
                                <a:pt x="7165" y="19235"/>
                              </a:lnTo>
                              <a:lnTo>
                                <a:pt x="7165" y="19482"/>
                              </a:lnTo>
                              <a:lnTo>
                                <a:pt x="7217" y="19747"/>
                              </a:lnTo>
                              <a:lnTo>
                                <a:pt x="7321" y="19994"/>
                              </a:lnTo>
                              <a:lnTo>
                                <a:pt x="7476" y="20223"/>
                              </a:lnTo>
                              <a:lnTo>
                                <a:pt x="7632" y="20435"/>
                              </a:lnTo>
                              <a:lnTo>
                                <a:pt x="7814" y="20629"/>
                              </a:lnTo>
                              <a:lnTo>
                                <a:pt x="8022" y="20841"/>
                              </a:lnTo>
                              <a:lnTo>
                                <a:pt x="8281" y="21000"/>
                              </a:lnTo>
                              <a:lnTo>
                                <a:pt x="8515" y="21176"/>
                              </a:lnTo>
                              <a:lnTo>
                                <a:pt x="8775" y="21317"/>
                              </a:lnTo>
                              <a:lnTo>
                                <a:pt x="9060" y="21441"/>
                              </a:lnTo>
                              <a:lnTo>
                                <a:pt x="9424" y="21547"/>
                              </a:lnTo>
                              <a:lnTo>
                                <a:pt x="9761" y="21617"/>
                              </a:lnTo>
                              <a:lnTo>
                                <a:pt x="10125" y="21688"/>
                              </a:lnTo>
                              <a:lnTo>
                                <a:pt x="10462" y="21723"/>
                              </a:lnTo>
                              <a:lnTo>
                                <a:pt x="10825" y="21723"/>
                              </a:lnTo>
                              <a:close/>
                            </a:path>
                            <a:path w="21600" h="21600" extrusionOk="0">
                              <a:moveTo>
                                <a:pt x="9242" y="14417"/>
                              </a:moveTo>
                              <a:lnTo>
                                <a:pt x="8541" y="12035"/>
                              </a:lnTo>
                              <a:lnTo>
                                <a:pt x="7295" y="10129"/>
                              </a:lnTo>
                              <a:lnTo>
                                <a:pt x="6905" y="9652"/>
                              </a:lnTo>
                              <a:lnTo>
                                <a:pt x="8541" y="10182"/>
                              </a:lnTo>
                              <a:lnTo>
                                <a:pt x="9787" y="9547"/>
                              </a:lnTo>
                              <a:lnTo>
                                <a:pt x="11189" y="10129"/>
                              </a:lnTo>
                              <a:lnTo>
                                <a:pt x="12279" y="9547"/>
                              </a:lnTo>
                              <a:lnTo>
                                <a:pt x="13370" y="10076"/>
                              </a:lnTo>
                              <a:lnTo>
                                <a:pt x="14850" y="9652"/>
                              </a:lnTo>
                              <a:lnTo>
                                <a:pt x="12902" y="12247"/>
                              </a:lnTo>
                              <a:lnTo>
                                <a:pt x="12357" y="14417"/>
                              </a:lnTo>
                              <a:moveTo>
                                <a:pt x="7191" y="15952"/>
                              </a:moveTo>
                              <a:lnTo>
                                <a:pt x="14512" y="15952"/>
                              </a:lnTo>
                              <a:lnTo>
                                <a:pt x="14512" y="17064"/>
                              </a:lnTo>
                              <a:lnTo>
                                <a:pt x="7191" y="17047"/>
                              </a:lnTo>
                              <a:lnTo>
                                <a:pt x="7191" y="18123"/>
                              </a:lnTo>
                              <a:lnTo>
                                <a:pt x="14512" y="18158"/>
                              </a:lnTo>
                              <a:lnTo>
                                <a:pt x="14538" y="19182"/>
                              </a:lnTo>
                              <a:lnTo>
                                <a:pt x="7217" y="19182"/>
                              </a:lnTo>
                            </a:path>
                          </a:pathLst>
                        </a:custGeom>
                        <a:solidFill>
                          <a:srgbClr val="FFFFCC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6A318" id="Litebulb" o:spid="_x0000_s1026" style="position:absolute;margin-left:-9.4pt;margin-top:13.6pt;width:39.25pt;height:6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    <v:stroke joinstyle="miter"/>
                <v:path o:extrusionok="f" o:connecttype="custom" o:connectlocs="249238,0;498475,286428;0,286428;249238,795020" o:connectangles="0,0,0,0" textboxrect="3556,2188,18277,9282"/>
                <o:lock v:ext="edit" verticies="t"/>
              </v:shape>
            </w:pict>
          </mc:Fallback>
        </mc:AlternateContent>
      </w:r>
    </w:p>
    <w:p w14:paraId="73E88FCD" w14:textId="77777777" w:rsidR="0092437C" w:rsidRDefault="0092437C" w:rsidP="009243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One idea that it gave me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CE" w14:textId="77777777" w:rsidR="0092437C" w:rsidRDefault="0092437C" w:rsidP="0092437C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CF" w14:textId="77777777" w:rsidR="0092437C" w:rsidRDefault="0092437C" w:rsidP="009243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D0" w14:textId="77777777" w:rsidR="0092437C" w:rsidRDefault="0092437C" w:rsidP="0092437C">
      <w:pPr>
        <w:rPr>
          <w:rFonts w:ascii="Comic Sans MS" w:hAnsi="Comic Sans MS"/>
          <w:sz w:val="24"/>
          <w:szCs w:val="24"/>
        </w:rPr>
      </w:pPr>
    </w:p>
    <w:p w14:paraId="73E88FD1" w14:textId="77777777" w:rsidR="0092437C" w:rsidRDefault="0092437C" w:rsidP="009243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E88FEF" wp14:editId="73E88FF0">
                <wp:simplePos x="0" y="0"/>
                <wp:positionH relativeFrom="column">
                  <wp:posOffset>-296883</wp:posOffset>
                </wp:positionH>
                <wp:positionV relativeFrom="paragraph">
                  <wp:posOffset>168630</wp:posOffset>
                </wp:positionV>
                <wp:extent cx="676605" cy="950026"/>
                <wp:effectExtent l="0" t="0" r="9525" b="25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605" cy="950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88FF6" w14:textId="77777777" w:rsidR="0092437C" w:rsidRPr="00DC5D65" w:rsidRDefault="0092437C" w:rsidP="0092437C">
                            <w:pPr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</w:pPr>
                            <w:r w:rsidRPr="00DC5D65">
                              <w:rPr>
                                <w:rFonts w:ascii="Snap ITC" w:hAnsi="Snap ITC"/>
                                <w:sz w:val="110"/>
                                <w:szCs w:val="11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E88FEF" id="Text Box 12" o:spid="_x0000_s1031" type="#_x0000_t202" style="position:absolute;margin-left:-23.4pt;margin-top:13.3pt;width:53.3pt;height:74.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" fillcolor="white [3201]" stroked="f" strokeweight=".5pt">
                <v:textbox>
                  <w:txbxContent>
                    <w:p w14:paraId="73E88FF6" w14:textId="77777777" w:rsidR="0092437C" w:rsidRPr="00DC5D65" w:rsidRDefault="0092437C" w:rsidP="0092437C">
                      <w:pPr>
                        <w:rPr>
                          <w:rFonts w:ascii="Snap ITC" w:hAnsi="Snap ITC"/>
                          <w:sz w:val="110"/>
                          <w:szCs w:val="110"/>
                        </w:rPr>
                      </w:pPr>
                      <w:r w:rsidRPr="00DC5D65">
                        <w:rPr>
                          <w:rFonts w:ascii="Snap ITC" w:hAnsi="Snap ITC"/>
                          <w:sz w:val="110"/>
                          <w:szCs w:val="11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ab/>
      </w:r>
    </w:p>
    <w:p w14:paraId="73E88FD2" w14:textId="77777777" w:rsidR="0092437C" w:rsidRDefault="0092437C" w:rsidP="0092437C">
      <w:pPr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One thing I would need to change to suit my classroom/students or one thing</w:t>
      </w:r>
    </w:p>
    <w:p w14:paraId="73E88FD3" w14:textId="77777777" w:rsidR="0092437C" w:rsidRDefault="0092437C" w:rsidP="009243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I have a question on is </w:t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D4" w14:textId="77777777" w:rsidR="0092437C" w:rsidRDefault="0092437C" w:rsidP="009243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D5" w14:textId="77777777" w:rsidR="0092437C" w:rsidRPr="00DC5D65" w:rsidRDefault="0092437C" w:rsidP="0092437C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  <w:u w:val="single"/>
        </w:rPr>
        <w:tab/>
      </w:r>
    </w:p>
    <w:p w14:paraId="73E88FD6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</w:p>
    <w:p w14:paraId="73E88FD7" w14:textId="77777777" w:rsid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</w:p>
    <w:p w14:paraId="73E88FD8" w14:textId="77777777" w:rsidR="00DC5D65" w:rsidRPr="00DC5D65" w:rsidRDefault="00DC5D65" w:rsidP="00DC5D65">
      <w:pPr>
        <w:rPr>
          <w:rFonts w:ascii="Comic Sans MS" w:hAnsi="Comic Sans MS"/>
          <w:sz w:val="24"/>
          <w:szCs w:val="24"/>
          <w:u w:val="single"/>
        </w:rPr>
      </w:pPr>
    </w:p>
    <w:sectPr w:rsidR="00DC5D65" w:rsidRPr="00DC5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65"/>
    <w:rsid w:val="001A3654"/>
    <w:rsid w:val="001E57B9"/>
    <w:rsid w:val="002219CF"/>
    <w:rsid w:val="0092437C"/>
    <w:rsid w:val="009F4076"/>
    <w:rsid w:val="00BB3AFE"/>
    <w:rsid w:val="00DC5D65"/>
    <w:rsid w:val="00DE1B95"/>
    <w:rsid w:val="00F02CB8"/>
    <w:rsid w:val="00F8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88F8E"/>
  <w15:docId w15:val="{E1073E2D-7FC9-4EA2-8557-66CA14BB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F3398929</Template>
  <TotalTime>44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Spencerport Central Schools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Mongold</dc:creator>
  <cp:lastModifiedBy>Jennifer Mongold</cp:lastModifiedBy>
  <cp:revision>7</cp:revision>
  <dcterms:created xsi:type="dcterms:W3CDTF">2013-03-07T01:56:00Z</dcterms:created>
  <dcterms:modified xsi:type="dcterms:W3CDTF">2016-02-24T15:21:00Z</dcterms:modified>
</cp:coreProperties>
</file>